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DC" w:rsidRPr="0021138B" w:rsidRDefault="004A4EDC" w:rsidP="00937E0D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 xml:space="preserve">ALLEGATO </w:t>
      </w:r>
      <w:r w:rsidR="00DE0303" w:rsidRPr="0021138B">
        <w:rPr>
          <w:b/>
          <w:color w:val="000000"/>
          <w:u w:val="single"/>
        </w:rPr>
        <w:t>C</w:t>
      </w: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33F87" w:rsidRPr="0021138B" w:rsidRDefault="00E33F87" w:rsidP="00937E0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dell’Università degli  Studi di Milano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20122  MILANO    </w:t>
      </w:r>
    </w:p>
    <w:p w:rsidR="004A4EDC" w:rsidRPr="0021138B" w:rsidRDefault="004A4EDC" w:rsidP="00937E0D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Procedura di valutazione per la chiamata a professore di </w:t>
      </w:r>
      <w:r w:rsidR="0061429C" w:rsidRPr="0021138B">
        <w:rPr>
          <w:rFonts w:ascii="Trebuchet MS" w:hAnsi="Trebuchet MS"/>
          <w:b/>
          <w:color w:val="000000"/>
          <w:sz w:val="18"/>
          <w:szCs w:val="18"/>
        </w:rPr>
        <w:t>I</w:t>
      </w: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I fascia da ricoprire ai sensi dell’art. 24, comma 6, della Legge n. 240/2010  per il settore concorsuale _____________________________________________________ ,  </w:t>
      </w: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presso il Dipartimento di _______________________________________________, Codice concorso  ________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  <w:bookmarkStart w:id="0" w:name="_GoBack"/>
      <w:bookmarkEnd w:id="0"/>
    </w:p>
    <w:p w:rsidR="004A4EDC" w:rsidRPr="0021138B" w:rsidRDefault="004A4EDC" w:rsidP="00937E0D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Ai sensi dell'art. 3, comma 10, l. n. 127/97 e della l. n. 191/98 non è più richiesta l'autenticazione della firma. E' fatta salva, comunque, la possibilità per l'Amministrazione di verificare la veridicità del contenuto della dichiarazione.</w:t>
      </w:r>
    </w:p>
    <w:p w:rsidR="00AE1F3B" w:rsidRDefault="00AE1F3B" w:rsidP="00937E0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4A4EDC" w:rsidRPr="0021138B" w:rsidRDefault="004A4EDC" w:rsidP="00937E0D">
      <w:pPr>
        <w:widowControl w:val="0"/>
        <w:rPr>
          <w:rFonts w:ascii="Arial" w:hAnsi="Arial"/>
          <w:color w:val="000000"/>
          <w:sz w:val="16"/>
        </w:rPr>
      </w:pPr>
      <w:r w:rsidRPr="0021138B">
        <w:rPr>
          <w:rFonts w:ascii="Arial" w:hAnsi="Arial"/>
          <w:color w:val="000000"/>
          <w:sz w:val="16"/>
        </w:rPr>
        <w:t xml:space="preserve">. 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  <w:sectPr w:rsidR="004A4EDC" w:rsidRPr="0021138B" w:rsidSect="00284C20">
          <w:pgSz w:w="11900" w:h="16840" w:code="9"/>
          <w:pgMar w:top="1701" w:right="1134" w:bottom="1134" w:left="1134" w:header="709" w:footer="0" w:gutter="0"/>
          <w:cols w:space="708"/>
        </w:sect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sectPr w:rsidR="004A4EDC" w:rsidRPr="0021138B" w:rsidSect="004A4EDC">
      <w:headerReference w:type="default" r:id="rId8"/>
      <w:footerReference w:type="default" r:id="rId9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BC0" w:rsidRPr="00A7433C" w:rsidRDefault="00A75BC0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BC0" w:rsidRDefault="00A75B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2D40"/>
    <w:rsid w:val="004234D8"/>
    <w:rsid w:val="004254B8"/>
    <w:rsid w:val="00425758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1555"/>
    <w:rsid w:val="00592A21"/>
    <w:rsid w:val="00593070"/>
    <w:rsid w:val="00595D6E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E0331"/>
    <w:rsid w:val="005E0934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E6"/>
    <w:rsid w:val="006F02BA"/>
    <w:rsid w:val="006F0300"/>
    <w:rsid w:val="006F060B"/>
    <w:rsid w:val="006F0E8F"/>
    <w:rsid w:val="006F1AFB"/>
    <w:rsid w:val="007000E6"/>
    <w:rsid w:val="00700960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7DCE-43E5-4D4C-B09B-EC19B0B0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28</TotalTime>
  <Pages>1</Pages>
  <Words>198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1492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STARVAGGI PAOLO</cp:lastModifiedBy>
  <cp:revision>14</cp:revision>
  <cp:lastPrinted>2019-10-16T08:41:00Z</cp:lastPrinted>
  <dcterms:created xsi:type="dcterms:W3CDTF">2019-06-20T08:32:00Z</dcterms:created>
  <dcterms:modified xsi:type="dcterms:W3CDTF">2019-10-24T16:44:00Z</dcterms:modified>
</cp:coreProperties>
</file>